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7E69B" w14:textId="7777777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69F670EB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2E56D273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53D43F8C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1096B96D" w14:textId="7777777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1543CBB" w14:textId="77777777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xxx/1153/200/20/20</w:t>
      </w:r>
      <w:r w:rsidR="00BD04A3" w:rsidRPr="00362041">
        <w:rPr>
          <w:rFonts w:ascii="Book Antiqua" w:eastAsia="Arial" w:hAnsi="Book Antiqua" w:cs="Arial"/>
          <w:b/>
          <w:bCs/>
          <w:color w:val="333333"/>
          <w:highlight w:val="cyan"/>
        </w:rPr>
        <w:t>2</w:t>
      </w:r>
      <w:r w:rsidR="00362041" w:rsidRPr="00362041">
        <w:rPr>
          <w:rFonts w:ascii="Book Antiqua" w:eastAsia="Arial" w:hAnsi="Book Antiqua" w:cs="Arial"/>
          <w:b/>
          <w:bCs/>
          <w:color w:val="333333"/>
          <w:highlight w:val="cyan"/>
        </w:rPr>
        <w:t>6</w:t>
      </w:r>
    </w:p>
    <w:p w14:paraId="17AA72E8" w14:textId="77777777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0106DEC4" w14:textId="77777777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7F9CB1D2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395EB8B8" w14:textId="77777777" w:rsidR="00362041" w:rsidRPr="005D77E1" w:rsidRDefault="00362041" w:rsidP="00362041">
      <w:pPr>
        <w:autoSpaceDE w:val="0"/>
        <w:spacing w:after="12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01E13600" w14:textId="77777777" w:rsidR="00362041" w:rsidRDefault="00362041" w:rsidP="00362041">
      <w:pPr>
        <w:autoSpaceDE w:val="0"/>
        <w:spacing w:after="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>
        <w:rPr>
          <w:rFonts w:ascii="Book Antiqua" w:eastAsia="Arial" w:hAnsi="Book Antiqua" w:cs="Arial"/>
        </w:rPr>
        <w:t>Ing. Zdeněk Vašák – ředitel</w:t>
      </w:r>
      <w:r>
        <w:rPr>
          <w:rFonts w:ascii="Book Antiqua" w:eastAsia="Arial" w:hAnsi="Book Antiqua" w:cs="Arial"/>
        </w:rPr>
        <w:tab/>
      </w:r>
    </w:p>
    <w:p w14:paraId="37E15898" w14:textId="77777777" w:rsidR="00362041" w:rsidRDefault="00362041" w:rsidP="00362041">
      <w:pPr>
        <w:autoSpaceDE w:val="0"/>
        <w:ind w:left="2127"/>
        <w:contextualSpacing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Jiří Synek </w:t>
      </w:r>
      <w:r w:rsidRPr="00D0483E">
        <w:rPr>
          <w:rFonts w:ascii="Book Antiqua" w:eastAsia="Arial" w:hAnsi="Book Antiqua" w:cs="Arial"/>
        </w:rPr>
        <w:t>– 1. zástupce statutárního orgánu organizace na základě pověření</w:t>
      </w:r>
    </w:p>
    <w:p w14:paraId="5B109AB5" w14:textId="77777777" w:rsidR="00362041" w:rsidRPr="005D77E1" w:rsidRDefault="00362041" w:rsidP="00362041">
      <w:pPr>
        <w:autoSpaceDE w:val="0"/>
        <w:ind w:left="2127"/>
        <w:contextualSpacing/>
        <w:rPr>
          <w:rFonts w:ascii="Book Antiqua" w:eastAsia="Arial" w:hAnsi="Book Antiqua" w:cs="Arial"/>
          <w:b/>
          <w:bCs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270BFA48" w14:textId="77777777" w:rsidR="00362041" w:rsidRPr="005D77E1" w:rsidRDefault="00362041" w:rsidP="00362041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18D5E8C" w14:textId="77777777" w:rsidR="00362041" w:rsidRPr="005D77E1" w:rsidRDefault="00362041" w:rsidP="00362041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7770D1C9" w14:textId="77777777" w:rsidR="00362041" w:rsidRPr="005D77E1" w:rsidRDefault="00362041" w:rsidP="00362041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3E2CFD50" w14:textId="77777777" w:rsidR="00362041" w:rsidRPr="005D77E1" w:rsidRDefault="00362041" w:rsidP="00362041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5EFEB21D" w14:textId="77777777" w:rsidR="00362041" w:rsidRPr="005D77E1" w:rsidRDefault="00362041" w:rsidP="00362041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C03EA62" w14:textId="77777777" w:rsidR="00362041" w:rsidRPr="005D77E1" w:rsidRDefault="00362041" w:rsidP="00362041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6D43A85C" w14:textId="77777777" w:rsidR="00362041" w:rsidRDefault="00362041" w:rsidP="00362041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>
        <w:rPr>
          <w:rFonts w:ascii="Book Antiqua" w:eastAsia="Arial" w:hAnsi="Book Antiqua" w:cs="Arial"/>
        </w:rPr>
        <w:t xml:space="preserve"> </w:t>
      </w:r>
    </w:p>
    <w:p w14:paraId="579ECDE0" w14:textId="77777777" w:rsidR="00362041" w:rsidRDefault="00362041" w:rsidP="00362041">
      <w:pPr>
        <w:spacing w:after="0" w:line="240" w:lineRule="auto"/>
        <w:contextualSpacing/>
      </w:pPr>
      <w:r w:rsidRPr="005D77E1">
        <w:rPr>
          <w:rFonts w:ascii="Book Antiqua" w:hAnsi="Book Antiqua"/>
        </w:rPr>
        <w:t>Pověřená osoba:</w:t>
      </w:r>
      <w:r w:rsidRPr="005D77E1">
        <w:rPr>
          <w:rFonts w:ascii="Book Antiqua" w:hAnsi="Book Antiqua"/>
        </w:rPr>
        <w:tab/>
        <w:t>Ing. Jiří Synek, náměstek</w:t>
      </w:r>
      <w:r>
        <w:rPr>
          <w:rFonts w:ascii="Book Antiqua" w:hAnsi="Book Antiqua"/>
        </w:rPr>
        <w:t xml:space="preserve"> ředitele, úsek </w:t>
      </w:r>
      <w:proofErr w:type="spellStart"/>
      <w:r>
        <w:rPr>
          <w:rFonts w:ascii="Book Antiqua" w:hAnsi="Book Antiqua"/>
        </w:rPr>
        <w:t>technicko</w:t>
      </w:r>
      <w:proofErr w:type="spellEnd"/>
      <w:r>
        <w:rPr>
          <w:rFonts w:ascii="Book Antiqua" w:hAnsi="Book Antiqua"/>
        </w:rPr>
        <w:t xml:space="preserve"> – správní</w:t>
      </w:r>
    </w:p>
    <w:p w14:paraId="024CFF58" w14:textId="77777777" w:rsidR="00362041" w:rsidRDefault="00362041" w:rsidP="00362041">
      <w:pPr>
        <w:pStyle w:val="Seznam"/>
        <w:spacing w:before="120"/>
        <w:ind w:left="284" w:hanging="284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5EEC74D6" w14:textId="77777777" w:rsidR="00362041" w:rsidRDefault="00362041" w:rsidP="00362041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Ing. Zdeněk Vašák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304B137B" w14:textId="77777777" w:rsidR="00362041" w:rsidRDefault="00362041" w:rsidP="00362041">
      <w:pPr>
        <w:spacing w:after="120"/>
        <w:ind w:left="2835" w:hanging="3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Jiří Synek </w:t>
      </w:r>
      <w:r w:rsidRPr="00D0483E">
        <w:rPr>
          <w:rFonts w:ascii="Book Antiqua" w:eastAsia="Arial" w:hAnsi="Book Antiqua" w:cs="Arial"/>
        </w:rPr>
        <w:t>– 1. zástupce statutárního orgánu organizace na základě pověření</w:t>
      </w:r>
    </w:p>
    <w:p w14:paraId="4B372914" w14:textId="77777777" w:rsidR="00362041" w:rsidRDefault="00362041" w:rsidP="00362041">
      <w:pPr>
        <w:spacing w:after="120"/>
        <w:ind w:left="2835" w:hanging="3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1E2FC47A" w14:textId="77777777" w:rsidR="00362041" w:rsidRPr="0009303A" w:rsidRDefault="00362041" w:rsidP="00362041">
      <w:pPr>
        <w:pStyle w:val="Seznam"/>
        <w:spacing w:before="120"/>
        <w:ind w:left="284" w:hanging="284"/>
        <w:rPr>
          <w:rFonts w:ascii="Book Antiqua" w:eastAsia="Arial" w:hAnsi="Book Antiqua" w:cs="Arial"/>
          <w:sz w:val="22"/>
          <w:szCs w:val="22"/>
        </w:rPr>
      </w:pPr>
      <w:r w:rsidRPr="0009303A">
        <w:rPr>
          <w:rFonts w:ascii="Book Antiqua" w:eastAsia="Arial" w:hAnsi="Book Antiqua" w:cs="Arial"/>
          <w:sz w:val="22"/>
          <w:szCs w:val="22"/>
        </w:rPr>
        <w:t>Osoby oprávněné jednat ve věcech technických:</w:t>
      </w:r>
      <w:r w:rsidRPr="0009303A">
        <w:rPr>
          <w:rFonts w:ascii="Book Antiqua" w:eastAsia="Arial" w:hAnsi="Book Antiqua" w:cs="Arial"/>
          <w:sz w:val="22"/>
          <w:szCs w:val="22"/>
        </w:rPr>
        <w:tab/>
      </w:r>
    </w:p>
    <w:p w14:paraId="2991387D" w14:textId="77777777" w:rsidR="00362041" w:rsidRPr="0009303A" w:rsidRDefault="00362041" w:rsidP="00362041">
      <w:pPr>
        <w:spacing w:after="0"/>
        <w:ind w:left="2127" w:firstLine="709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 xml:space="preserve">Ing. Jiří Synek – náměstek úseku </w:t>
      </w:r>
      <w:proofErr w:type="spellStart"/>
      <w:r w:rsidRPr="0009303A">
        <w:rPr>
          <w:rFonts w:ascii="Book Antiqua" w:hAnsi="Book Antiqua" w:cs="Arial"/>
        </w:rPr>
        <w:t>technicko</w:t>
      </w:r>
      <w:proofErr w:type="spellEnd"/>
      <w:r w:rsidRPr="0009303A">
        <w:rPr>
          <w:rFonts w:ascii="Book Antiqua" w:hAnsi="Book Antiqua" w:cs="Arial"/>
        </w:rPr>
        <w:t xml:space="preserve"> - správního</w:t>
      </w:r>
    </w:p>
    <w:p w14:paraId="4330E7C8" w14:textId="77777777" w:rsidR="00362041" w:rsidRPr="0009303A" w:rsidRDefault="00362041" w:rsidP="00362041">
      <w:pPr>
        <w:spacing w:after="120"/>
        <w:ind w:left="2127" w:firstLine="709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 xml:space="preserve">Tel: +420 724 203 477, e-mail: </w:t>
      </w:r>
      <w:hyperlink r:id="rId12" w:history="1">
        <w:r w:rsidRPr="0009303A">
          <w:rPr>
            <w:rStyle w:val="Hypertextovodkaz"/>
            <w:rFonts w:ascii="Book Antiqua" w:hAnsi="Book Antiqua" w:cs="Arial"/>
          </w:rPr>
          <w:t>jiri.synek@suspk.cz</w:t>
        </w:r>
      </w:hyperlink>
      <w:r w:rsidRPr="0009303A">
        <w:rPr>
          <w:rFonts w:ascii="Book Antiqua" w:hAnsi="Book Antiqua" w:cs="Arial"/>
        </w:rPr>
        <w:tab/>
      </w:r>
    </w:p>
    <w:p w14:paraId="4638AB5D" w14:textId="77777777" w:rsidR="00362041" w:rsidRPr="0009303A" w:rsidRDefault="00362041" w:rsidP="00362041">
      <w:pPr>
        <w:spacing w:after="0"/>
        <w:ind w:left="2127" w:firstLine="709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>Ing. Milan Skýba – vedoucí oddělení kontroly kvality staveb</w:t>
      </w:r>
    </w:p>
    <w:p w14:paraId="0712E21C" w14:textId="77777777" w:rsidR="00362041" w:rsidRPr="0009303A" w:rsidRDefault="00362041" w:rsidP="00362041">
      <w:pPr>
        <w:spacing w:after="120"/>
        <w:ind w:left="2127" w:firstLine="709"/>
        <w:rPr>
          <w:rFonts w:ascii="Book Antiqua" w:eastAsia="Arial" w:hAnsi="Book Antiqua" w:cs="Arial"/>
        </w:rPr>
      </w:pPr>
      <w:r w:rsidRPr="0009303A">
        <w:rPr>
          <w:rFonts w:ascii="Book Antiqua" w:hAnsi="Book Antiqua" w:cs="Arial"/>
        </w:rPr>
        <w:t xml:space="preserve">Tel: +420 724 105 131, e-mail: </w:t>
      </w:r>
      <w:hyperlink r:id="rId13" w:history="1">
        <w:r w:rsidRPr="0009303A">
          <w:rPr>
            <w:rStyle w:val="Hypertextovodkaz"/>
            <w:rFonts w:ascii="Book Antiqua" w:hAnsi="Book Antiqua" w:cs="Arial"/>
          </w:rPr>
          <w:t>milan.skyba@suspk.cz</w:t>
        </w:r>
      </w:hyperlink>
      <w:r w:rsidRPr="0009303A">
        <w:rPr>
          <w:rFonts w:ascii="Book Antiqua" w:hAnsi="Book Antiqua" w:cs="Arial"/>
        </w:rPr>
        <w:tab/>
      </w:r>
    </w:p>
    <w:p w14:paraId="7A78FF0C" w14:textId="77777777" w:rsidR="00362041" w:rsidRPr="0009303A" w:rsidRDefault="00362041" w:rsidP="00362041">
      <w:pPr>
        <w:pStyle w:val="Seznam"/>
        <w:spacing w:before="120"/>
        <w:ind w:left="0" w:firstLine="0"/>
        <w:rPr>
          <w:rFonts w:ascii="Book Antiqua" w:hAnsi="Book Antiqua" w:cs="Arial"/>
          <w:sz w:val="22"/>
          <w:szCs w:val="22"/>
        </w:rPr>
      </w:pPr>
      <w:r w:rsidRPr="0009303A">
        <w:rPr>
          <w:rFonts w:ascii="Book Antiqua" w:hAnsi="Book Antiqua" w:cs="Arial"/>
          <w:sz w:val="22"/>
          <w:szCs w:val="22"/>
        </w:rPr>
        <w:t>Osoby oprávněné k provádění zápisů a podepisování stavebního</w:t>
      </w:r>
      <w:r w:rsidRPr="0009303A">
        <w:rPr>
          <w:rFonts w:ascii="Book Antiqua" w:hAnsi="Book Antiqua" w:cs="Arial"/>
          <w:i/>
          <w:sz w:val="22"/>
          <w:szCs w:val="22"/>
        </w:rPr>
        <w:t xml:space="preserve"> </w:t>
      </w:r>
      <w:r w:rsidRPr="0009303A">
        <w:rPr>
          <w:rFonts w:ascii="Book Antiqua" w:hAnsi="Book Antiqua" w:cs="Arial"/>
          <w:sz w:val="22"/>
          <w:szCs w:val="22"/>
        </w:rPr>
        <w:t xml:space="preserve">deníku a k předání </w:t>
      </w:r>
      <w:r w:rsidRPr="0009303A">
        <w:rPr>
          <w:rFonts w:ascii="Book Antiqua" w:hAnsi="Book Antiqua" w:cs="Arial"/>
          <w:sz w:val="22"/>
          <w:szCs w:val="22"/>
        </w:rPr>
        <w:lastRenderedPageBreak/>
        <w:t xml:space="preserve">staveniště a k podpisu protokolu o předání a převzetí stavby: </w:t>
      </w:r>
    </w:p>
    <w:p w14:paraId="0EDD5604" w14:textId="77777777" w:rsidR="00362041" w:rsidRPr="0009303A" w:rsidRDefault="00362041" w:rsidP="00362041">
      <w:pPr>
        <w:spacing w:after="0"/>
        <w:ind w:left="2127" w:firstLine="709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 xml:space="preserve">Ing. Jiří Synek – náměstek úseku </w:t>
      </w:r>
      <w:proofErr w:type="spellStart"/>
      <w:r w:rsidRPr="0009303A">
        <w:rPr>
          <w:rFonts w:ascii="Book Antiqua" w:hAnsi="Book Antiqua" w:cs="Arial"/>
        </w:rPr>
        <w:t>technicko</w:t>
      </w:r>
      <w:proofErr w:type="spellEnd"/>
      <w:r w:rsidRPr="0009303A">
        <w:rPr>
          <w:rFonts w:ascii="Book Antiqua" w:hAnsi="Book Antiqua" w:cs="Arial"/>
        </w:rPr>
        <w:t xml:space="preserve"> - správního </w:t>
      </w:r>
    </w:p>
    <w:p w14:paraId="5C39853C" w14:textId="77777777" w:rsidR="00362041" w:rsidRPr="0009303A" w:rsidRDefault="00362041" w:rsidP="00362041">
      <w:pPr>
        <w:spacing w:after="120"/>
        <w:ind w:left="2126" w:firstLine="709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 xml:space="preserve">Tel: +420 724 203 477, e-mail: </w:t>
      </w:r>
      <w:hyperlink r:id="rId14" w:history="1">
        <w:r w:rsidRPr="0009303A">
          <w:rPr>
            <w:rStyle w:val="Hypertextovodkaz"/>
            <w:rFonts w:ascii="Book Antiqua" w:hAnsi="Book Antiqua" w:cs="Arial"/>
          </w:rPr>
          <w:t>jiri.synek@suspk.cz</w:t>
        </w:r>
      </w:hyperlink>
      <w:r w:rsidRPr="0009303A">
        <w:rPr>
          <w:rFonts w:ascii="Book Antiqua" w:hAnsi="Book Antiqua" w:cs="Arial"/>
        </w:rPr>
        <w:tab/>
      </w:r>
    </w:p>
    <w:p w14:paraId="25B927F7" w14:textId="77777777" w:rsidR="00362041" w:rsidRPr="0009303A" w:rsidRDefault="00362041" w:rsidP="00362041">
      <w:pPr>
        <w:spacing w:after="0"/>
        <w:ind w:left="2127" w:firstLine="709"/>
        <w:rPr>
          <w:rFonts w:ascii="Book Antiqua" w:eastAsia="Arial" w:hAnsi="Book Antiqua" w:cs="Arial"/>
        </w:rPr>
      </w:pPr>
      <w:r w:rsidRPr="0009303A">
        <w:rPr>
          <w:rFonts w:ascii="Book Antiqua" w:hAnsi="Book Antiqua" w:cs="Arial"/>
        </w:rPr>
        <w:t>Ing. Radim Malát – technický dozor stavebníka</w:t>
      </w:r>
    </w:p>
    <w:p w14:paraId="4B3EE80D" w14:textId="77777777" w:rsidR="00362041" w:rsidRPr="0009303A" w:rsidRDefault="00362041" w:rsidP="00362041">
      <w:pPr>
        <w:spacing w:after="120"/>
        <w:ind w:left="2126" w:firstLine="709"/>
        <w:rPr>
          <w:rFonts w:ascii="Book Antiqua" w:hAnsi="Book Antiqua" w:cs="Arial"/>
        </w:rPr>
      </w:pPr>
      <w:r w:rsidRPr="0009303A"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 w:rsidRPr="0009303A">
          <w:rPr>
            <w:rStyle w:val="Hypertextovodkaz"/>
            <w:rFonts w:ascii="Book Antiqua" w:eastAsia="Arial" w:hAnsi="Book Antiqua" w:cs="Arial"/>
          </w:rPr>
          <w:t>radim.malat@suspk.cz</w:t>
        </w:r>
      </w:hyperlink>
      <w:r w:rsidRPr="0009303A">
        <w:rPr>
          <w:rFonts w:ascii="Book Antiqua" w:eastAsia="Arial" w:hAnsi="Book Antiqua" w:cs="Arial"/>
        </w:rPr>
        <w:tab/>
      </w:r>
    </w:p>
    <w:p w14:paraId="475912D7" w14:textId="77777777" w:rsidR="00362041" w:rsidRPr="0009303A" w:rsidRDefault="00362041" w:rsidP="00362041">
      <w:pPr>
        <w:spacing w:after="0"/>
        <w:ind w:left="2832" w:firstLine="4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>Ing. Milan Skýba – vedoucí oddělení kontroly staveb</w:t>
      </w:r>
    </w:p>
    <w:p w14:paraId="3F348CF6" w14:textId="77777777" w:rsidR="00362041" w:rsidRDefault="00362041" w:rsidP="00CA4938">
      <w:pPr>
        <w:spacing w:after="120"/>
        <w:ind w:left="2126" w:firstLine="709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>Tel: +</w:t>
      </w:r>
      <w:r w:rsidRPr="00CA4938">
        <w:rPr>
          <w:rFonts w:ascii="Book Antiqua" w:eastAsia="Arial" w:hAnsi="Book Antiqua" w:cs="Arial"/>
        </w:rPr>
        <w:t>420</w:t>
      </w:r>
      <w:r w:rsidRPr="0009303A">
        <w:rPr>
          <w:rFonts w:ascii="Book Antiqua" w:hAnsi="Book Antiqua" w:cs="Arial"/>
        </w:rPr>
        <w:t xml:space="preserve"> 724 105 131, e-mail: </w:t>
      </w:r>
      <w:hyperlink r:id="rId16" w:history="1">
        <w:r w:rsidRPr="0009303A">
          <w:rPr>
            <w:rStyle w:val="Hypertextovodkaz"/>
            <w:rFonts w:ascii="Book Antiqua" w:hAnsi="Book Antiqua" w:cs="Arial"/>
          </w:rPr>
          <w:t>milan.skyba@suspk.cz</w:t>
        </w:r>
      </w:hyperlink>
      <w:r w:rsidRPr="0009303A">
        <w:rPr>
          <w:rFonts w:ascii="Book Antiqua" w:hAnsi="Book Antiqua" w:cs="Arial"/>
        </w:rPr>
        <w:tab/>
      </w:r>
    </w:p>
    <w:p w14:paraId="67BA7259" w14:textId="77777777" w:rsidR="00CA4938" w:rsidRDefault="00CA4938" w:rsidP="00CA4938">
      <w:pPr>
        <w:spacing w:after="0"/>
        <w:ind w:left="2832" w:firstLine="4"/>
        <w:rPr>
          <w:rFonts w:ascii="Book Antiqua" w:hAnsi="Book Antiqua" w:cs="Arial"/>
        </w:rPr>
      </w:pPr>
      <w:r w:rsidRPr="00A3190E">
        <w:rPr>
          <w:rFonts w:ascii="Book Antiqua" w:hAnsi="Book Antiqua" w:cs="Arial"/>
        </w:rPr>
        <w:t xml:space="preserve">Bc. Petr Slezák – technický dozor stavebníka </w:t>
      </w:r>
    </w:p>
    <w:p w14:paraId="0ACCA3F4" w14:textId="668A045B" w:rsidR="00CA4938" w:rsidRPr="0009303A" w:rsidRDefault="00CA4938" w:rsidP="00CA4938">
      <w:pPr>
        <w:spacing w:after="0"/>
        <w:ind w:left="2127" w:firstLine="709"/>
        <w:rPr>
          <w:rFonts w:ascii="Book Antiqua" w:hAnsi="Book Antiqua" w:cs="Arial"/>
        </w:rPr>
      </w:pPr>
      <w:r w:rsidRPr="00A3190E">
        <w:rPr>
          <w:rFonts w:ascii="Book Antiqua" w:hAnsi="Book Antiqua" w:cs="Arial"/>
        </w:rPr>
        <w:t xml:space="preserve">Tel: +420 720 872 996, e-mail: </w:t>
      </w:r>
      <w:hyperlink r:id="rId17" w:history="1">
        <w:r w:rsidR="00E135DD" w:rsidRPr="005B6E2B">
          <w:rPr>
            <w:rStyle w:val="Hypertextovodkaz"/>
            <w:rFonts w:ascii="Book Antiqua" w:hAnsi="Book Antiqua" w:cs="Arial"/>
          </w:rPr>
          <w:t>petr.slezak@suspk.cz</w:t>
        </w:r>
      </w:hyperlink>
      <w:r w:rsidR="00E135DD">
        <w:rPr>
          <w:rFonts w:ascii="Book Antiqua" w:hAnsi="Book Antiqua" w:cs="Arial"/>
        </w:rPr>
        <w:tab/>
      </w:r>
    </w:p>
    <w:p w14:paraId="5E107E73" w14:textId="77777777" w:rsidR="00362041" w:rsidRPr="005D77E1" w:rsidRDefault="00362041" w:rsidP="00362041">
      <w:pPr>
        <w:spacing w:after="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39CFEDC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8E0AEC5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E9DBB78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642DC6D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4B31A3DB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A67F787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118FD043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535422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7736B0C5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8286C08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C52921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53C78FA2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9DE1FFB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497DA9C3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proofErr w:type="spellStart"/>
      <w:r w:rsidRPr="00DC6450">
        <w:rPr>
          <w:rFonts w:ascii="Book Antiqua" w:eastAsia="Arial" w:hAnsi="Book Antiqua" w:cs="Arial"/>
        </w:rPr>
        <w:t>ust</w:t>
      </w:r>
      <w:proofErr w:type="spellEnd"/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74E685EA" w14:textId="67C582C2"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bookmarkEnd w:id="1"/>
      <w:r w:rsidR="00F4079E" w:rsidRPr="00F4079E">
        <w:rPr>
          <w:rFonts w:ascii="Book Antiqua" w:eastAsia="Calibri" w:hAnsi="Book Antiqua" w:cs="Arial"/>
          <w:b/>
          <w:bCs/>
          <w:sz w:val="22"/>
          <w:szCs w:val="22"/>
        </w:rPr>
        <w:t>Silnice III/31512 Skuhrov</w:t>
      </w:r>
      <w:r w:rsidR="006A47AF">
        <w:rPr>
          <w:rFonts w:ascii="Book Antiqua" w:eastAsia="Calibri" w:hAnsi="Book Antiqua" w:cs="Arial"/>
          <w:sz w:val="22"/>
          <w:szCs w:val="22"/>
        </w:rPr>
        <w:t xml:space="preserve">“ </w:t>
      </w:r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4AAC474F" w14:textId="77777777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06619576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3891B7" w14:textId="77777777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3B0886" w14:textId="77777777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2DDDC" w14:textId="77777777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18C63164" w14:textId="77777777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6496DD46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AF71F5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B3B6A5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2AE55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0AB3C3F0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2D708B2E" w14:textId="77777777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lastRenderedPageBreak/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51983801" w14:textId="77777777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7A96577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18A65DAD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41646859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</w:t>
      </w:r>
      <w:r w:rsidR="001D1C8D">
        <w:rPr>
          <w:rFonts w:ascii="Book Antiqua" w:eastAsia="Times New Roman" w:hAnsi="Book Antiqua" w:cs="Arial"/>
          <w:lang w:eastAsia="cs-CZ"/>
        </w:rPr>
        <w:t>Druhé</w:t>
      </w:r>
      <w:r w:rsidRPr="00DC6450">
        <w:rPr>
          <w:rFonts w:ascii="Book Antiqua" w:eastAsia="Times New Roman" w:hAnsi="Book Antiqua" w:cs="Arial"/>
          <w:lang w:eastAsia="cs-CZ"/>
        </w:rPr>
        <w:t xml:space="preserve"> vydání 202</w:t>
      </w:r>
      <w:r w:rsidR="001D1C8D">
        <w:rPr>
          <w:rFonts w:ascii="Book Antiqua" w:eastAsia="Times New Roman" w:hAnsi="Book Antiqua" w:cs="Arial"/>
          <w:lang w:eastAsia="cs-CZ"/>
        </w:rPr>
        <w:t>5</w:t>
      </w:r>
      <w:r w:rsidRPr="00DC6450">
        <w:rPr>
          <w:rFonts w:ascii="Book Antiqua" w:eastAsia="Times New Roman" w:hAnsi="Book Antiqua" w:cs="Arial"/>
          <w:lang w:eastAsia="cs-CZ"/>
        </w:rPr>
        <w:t>)</w:t>
      </w:r>
    </w:p>
    <w:p w14:paraId="44040881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9C72576" w14:textId="77777777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17F50F97" w14:textId="77777777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2F63C0AA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20E30510" w14:textId="77777777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4045FF58" w14:textId="77777777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5861A637" w14:textId="77777777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35325E41" w14:textId="77777777" w:rsidR="006A3612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>
        <w:rPr>
          <w:rFonts w:ascii="Book Antiqua" w:eastAsia="Calibri" w:hAnsi="Book Antiqua" w:cs="Arial"/>
          <w:sz w:val="22"/>
          <w:szCs w:val="22"/>
        </w:rPr>
        <w:t xml:space="preserve">. 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smluv), ve znění pozdějších předpisů. </w:t>
      </w:r>
    </w:p>
    <w:p w14:paraId="6856A805" w14:textId="77777777" w:rsidR="00B80B84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 xml:space="preserve">Smlouva je uzavírána s odloženou účinností, přičemž tato Smlouva nabývá účinnosti </w:t>
      </w:r>
      <w:r>
        <w:rPr>
          <w:rFonts w:ascii="Book Antiqua" w:eastAsia="Calibri" w:hAnsi="Book Antiqua" w:cs="Arial"/>
          <w:sz w:val="22"/>
          <w:szCs w:val="22"/>
        </w:rPr>
        <w:t>Dat</w:t>
      </w:r>
      <w:r w:rsidR="00AD230B">
        <w:rPr>
          <w:rFonts w:ascii="Book Antiqua" w:eastAsia="Calibri" w:hAnsi="Book Antiqua" w:cs="Arial"/>
          <w:sz w:val="22"/>
          <w:szCs w:val="22"/>
        </w:rPr>
        <w:t>em</w:t>
      </w:r>
      <w:r>
        <w:rPr>
          <w:rFonts w:ascii="Book Antiqua" w:eastAsia="Calibri" w:hAnsi="Book Antiqua" w:cs="Arial"/>
          <w:sz w:val="22"/>
          <w:szCs w:val="22"/>
        </w:rPr>
        <w:t xml:space="preserve"> zahájení prací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  <w:r w:rsidR="00B80B84" w:rsidRPr="00DC6450">
        <w:rPr>
          <w:rFonts w:ascii="Book Antiqua" w:eastAsia="Calibri" w:hAnsi="Book Antiqua" w:cs="Arial"/>
          <w:sz w:val="22"/>
          <w:szCs w:val="22"/>
        </w:rPr>
        <w:t xml:space="preserve"> </w:t>
      </w:r>
    </w:p>
    <w:p w14:paraId="5F78C1CC" w14:textId="77777777" w:rsidR="003C0B46" w:rsidRDefault="00883172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</w:t>
      </w:r>
      <w:r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36AFA439" w14:textId="77777777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83172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0B3BF4E1" w14:textId="77777777" w:rsidR="00362041" w:rsidRDefault="00362041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887140E" w14:textId="77777777" w:rsidR="00B377BB" w:rsidRDefault="00B377BB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98ED6A2" w14:textId="77777777" w:rsidR="00B377BB" w:rsidRDefault="00B377BB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6CD7D67" w14:textId="77777777" w:rsidR="00B377BB" w:rsidRDefault="00B377BB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19ABBCA" w14:textId="77777777" w:rsidR="00B377BB" w:rsidRDefault="00B377BB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62E0ADF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F63CA26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324F1C66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200153FE" w14:textId="77777777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6DFFF011" w14:textId="77777777" w:rsidR="00852575" w:rsidRPr="005A70B8" w:rsidRDefault="00362041" w:rsidP="00BA6E95">
      <w:pPr>
        <w:spacing w:after="0" w:line="240" w:lineRule="auto"/>
        <w:ind w:right="-765"/>
        <w:rPr>
          <w:rFonts w:ascii="Book Antiqua" w:hAnsi="Book Antiqua" w:cs="Arial"/>
        </w:rPr>
      </w:pP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 w:rsidR="00852575" w:rsidRPr="005A70B8">
        <w:rPr>
          <w:rFonts w:ascii="Book Antiqua" w:hAnsi="Book Antiqua" w:cs="Arial"/>
        </w:rPr>
        <w:tab/>
      </w:r>
      <w:r w:rsidR="00852575" w:rsidRPr="005A70B8">
        <w:rPr>
          <w:rFonts w:ascii="Book Antiqua" w:hAnsi="Book Antiqua" w:cs="Arial"/>
        </w:rPr>
        <w:tab/>
      </w:r>
      <w:r w:rsidR="00852575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sectPr w:rsidR="00852575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DA167" w14:textId="77777777" w:rsidR="00142F3B" w:rsidRDefault="00142F3B" w:rsidP="00852575">
      <w:pPr>
        <w:spacing w:after="0" w:line="240" w:lineRule="auto"/>
      </w:pPr>
      <w:r>
        <w:separator/>
      </w:r>
    </w:p>
  </w:endnote>
  <w:endnote w:type="continuationSeparator" w:id="0">
    <w:p w14:paraId="596B8691" w14:textId="77777777" w:rsidR="00142F3B" w:rsidRDefault="00142F3B" w:rsidP="00852575">
      <w:pPr>
        <w:spacing w:after="0" w:line="240" w:lineRule="auto"/>
      </w:pPr>
      <w:r>
        <w:continuationSeparator/>
      </w:r>
    </w:p>
  </w:endnote>
  <w:endnote w:type="continuationNotice" w:id="1">
    <w:p w14:paraId="29F71425" w14:textId="77777777" w:rsidR="00142F3B" w:rsidRDefault="00142F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120A8" w14:textId="77777777" w:rsidR="00142F3B" w:rsidRDefault="00142F3B" w:rsidP="00852575">
      <w:pPr>
        <w:spacing w:after="0" w:line="240" w:lineRule="auto"/>
      </w:pPr>
      <w:r>
        <w:separator/>
      </w:r>
    </w:p>
  </w:footnote>
  <w:footnote w:type="continuationSeparator" w:id="0">
    <w:p w14:paraId="3DC439D1" w14:textId="77777777" w:rsidR="00142F3B" w:rsidRDefault="00142F3B" w:rsidP="00852575">
      <w:pPr>
        <w:spacing w:after="0" w:line="240" w:lineRule="auto"/>
      </w:pPr>
      <w:r>
        <w:continuationSeparator/>
      </w:r>
    </w:p>
  </w:footnote>
  <w:footnote w:type="continuationNotice" w:id="1">
    <w:p w14:paraId="6A310E3B" w14:textId="77777777" w:rsidR="00142F3B" w:rsidRDefault="00142F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5C97F" w14:textId="77777777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68C60D7A" wp14:editId="110002E0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FA0"/>
    <w:rsid w:val="000034B9"/>
    <w:rsid w:val="00005603"/>
    <w:rsid w:val="00023B5D"/>
    <w:rsid w:val="000252DA"/>
    <w:rsid w:val="00027CFF"/>
    <w:rsid w:val="00030C19"/>
    <w:rsid w:val="00032DF6"/>
    <w:rsid w:val="00036936"/>
    <w:rsid w:val="000378D5"/>
    <w:rsid w:val="00046DFE"/>
    <w:rsid w:val="000578CA"/>
    <w:rsid w:val="00061734"/>
    <w:rsid w:val="00062447"/>
    <w:rsid w:val="00072070"/>
    <w:rsid w:val="0007457E"/>
    <w:rsid w:val="00074D04"/>
    <w:rsid w:val="00077780"/>
    <w:rsid w:val="0008489C"/>
    <w:rsid w:val="00086ABB"/>
    <w:rsid w:val="00090DB2"/>
    <w:rsid w:val="00092111"/>
    <w:rsid w:val="00092645"/>
    <w:rsid w:val="00096008"/>
    <w:rsid w:val="000A14BB"/>
    <w:rsid w:val="000B3F94"/>
    <w:rsid w:val="000B5FD2"/>
    <w:rsid w:val="000B7BFA"/>
    <w:rsid w:val="000D7D19"/>
    <w:rsid w:val="000E0CF7"/>
    <w:rsid w:val="000F3D1D"/>
    <w:rsid w:val="000F728F"/>
    <w:rsid w:val="00104050"/>
    <w:rsid w:val="00105CFE"/>
    <w:rsid w:val="001070E8"/>
    <w:rsid w:val="00107837"/>
    <w:rsid w:val="001100F9"/>
    <w:rsid w:val="00113344"/>
    <w:rsid w:val="0011527E"/>
    <w:rsid w:val="00120E3F"/>
    <w:rsid w:val="00124111"/>
    <w:rsid w:val="00126453"/>
    <w:rsid w:val="00126C79"/>
    <w:rsid w:val="001277E8"/>
    <w:rsid w:val="00130E49"/>
    <w:rsid w:val="00133C62"/>
    <w:rsid w:val="00141B3E"/>
    <w:rsid w:val="00142F3B"/>
    <w:rsid w:val="00144083"/>
    <w:rsid w:val="00153F24"/>
    <w:rsid w:val="00155B51"/>
    <w:rsid w:val="001567FC"/>
    <w:rsid w:val="001612A3"/>
    <w:rsid w:val="00162149"/>
    <w:rsid w:val="0016267A"/>
    <w:rsid w:val="00165E5D"/>
    <w:rsid w:val="00181E75"/>
    <w:rsid w:val="00184EFD"/>
    <w:rsid w:val="0019299B"/>
    <w:rsid w:val="001B25BD"/>
    <w:rsid w:val="001D1A86"/>
    <w:rsid w:val="001D1C8D"/>
    <w:rsid w:val="001D6CF7"/>
    <w:rsid w:val="001E18F4"/>
    <w:rsid w:val="001E4D71"/>
    <w:rsid w:val="001F0EB7"/>
    <w:rsid w:val="001F4288"/>
    <w:rsid w:val="00207C79"/>
    <w:rsid w:val="00210F8F"/>
    <w:rsid w:val="002112B2"/>
    <w:rsid w:val="00213225"/>
    <w:rsid w:val="00223C55"/>
    <w:rsid w:val="00227D1A"/>
    <w:rsid w:val="00235C8F"/>
    <w:rsid w:val="002560C2"/>
    <w:rsid w:val="00260632"/>
    <w:rsid w:val="0026475E"/>
    <w:rsid w:val="00271AB9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2041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2149"/>
    <w:rsid w:val="003C4DEA"/>
    <w:rsid w:val="003C52F8"/>
    <w:rsid w:val="003D1F3C"/>
    <w:rsid w:val="003E3FD9"/>
    <w:rsid w:val="003F2CB0"/>
    <w:rsid w:val="00401028"/>
    <w:rsid w:val="004022B6"/>
    <w:rsid w:val="0040486D"/>
    <w:rsid w:val="00421352"/>
    <w:rsid w:val="00423D8B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46692"/>
    <w:rsid w:val="00552F9E"/>
    <w:rsid w:val="00554637"/>
    <w:rsid w:val="005623D9"/>
    <w:rsid w:val="005648B1"/>
    <w:rsid w:val="00566BA4"/>
    <w:rsid w:val="0057316C"/>
    <w:rsid w:val="0057412B"/>
    <w:rsid w:val="0057546A"/>
    <w:rsid w:val="00575BD3"/>
    <w:rsid w:val="00584E4E"/>
    <w:rsid w:val="00590AEB"/>
    <w:rsid w:val="005A47CA"/>
    <w:rsid w:val="005A70B8"/>
    <w:rsid w:val="005C15DA"/>
    <w:rsid w:val="005D6092"/>
    <w:rsid w:val="005D77E1"/>
    <w:rsid w:val="005E2CB2"/>
    <w:rsid w:val="005E2F03"/>
    <w:rsid w:val="0060138E"/>
    <w:rsid w:val="00601AB6"/>
    <w:rsid w:val="0060221F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3612"/>
    <w:rsid w:val="006A47AF"/>
    <w:rsid w:val="006A548F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5FA0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24DC6"/>
    <w:rsid w:val="00732D56"/>
    <w:rsid w:val="007333B5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B2533"/>
    <w:rsid w:val="007B471C"/>
    <w:rsid w:val="007C6BF9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83172"/>
    <w:rsid w:val="008916FE"/>
    <w:rsid w:val="008924D4"/>
    <w:rsid w:val="008950B3"/>
    <w:rsid w:val="008A1536"/>
    <w:rsid w:val="008A78FB"/>
    <w:rsid w:val="008B141D"/>
    <w:rsid w:val="008D0DFA"/>
    <w:rsid w:val="008E170F"/>
    <w:rsid w:val="008E65C6"/>
    <w:rsid w:val="008E718A"/>
    <w:rsid w:val="009072AA"/>
    <w:rsid w:val="00921AC5"/>
    <w:rsid w:val="00923EE0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01F3"/>
    <w:rsid w:val="009A6447"/>
    <w:rsid w:val="009A7B01"/>
    <w:rsid w:val="009B173D"/>
    <w:rsid w:val="009B7A10"/>
    <w:rsid w:val="009D3C01"/>
    <w:rsid w:val="009E234E"/>
    <w:rsid w:val="00A06C5F"/>
    <w:rsid w:val="00A11EFA"/>
    <w:rsid w:val="00A22F1C"/>
    <w:rsid w:val="00A23E73"/>
    <w:rsid w:val="00A265DE"/>
    <w:rsid w:val="00A46775"/>
    <w:rsid w:val="00A55AD0"/>
    <w:rsid w:val="00A600B1"/>
    <w:rsid w:val="00A604DE"/>
    <w:rsid w:val="00A639AB"/>
    <w:rsid w:val="00A64FAA"/>
    <w:rsid w:val="00A67DE8"/>
    <w:rsid w:val="00A80560"/>
    <w:rsid w:val="00A94495"/>
    <w:rsid w:val="00AB144D"/>
    <w:rsid w:val="00AB15AF"/>
    <w:rsid w:val="00AD230B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377BB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94400"/>
    <w:rsid w:val="00BA1620"/>
    <w:rsid w:val="00BA6E95"/>
    <w:rsid w:val="00BA7111"/>
    <w:rsid w:val="00BD04A3"/>
    <w:rsid w:val="00BD0660"/>
    <w:rsid w:val="00BD5180"/>
    <w:rsid w:val="00BD6FE0"/>
    <w:rsid w:val="00BD7FA4"/>
    <w:rsid w:val="00BE24D3"/>
    <w:rsid w:val="00BE6830"/>
    <w:rsid w:val="00BE6913"/>
    <w:rsid w:val="00BF1988"/>
    <w:rsid w:val="00C00F72"/>
    <w:rsid w:val="00C02052"/>
    <w:rsid w:val="00C1222A"/>
    <w:rsid w:val="00C175FE"/>
    <w:rsid w:val="00C250B4"/>
    <w:rsid w:val="00C26C6E"/>
    <w:rsid w:val="00C27090"/>
    <w:rsid w:val="00C27B17"/>
    <w:rsid w:val="00C40904"/>
    <w:rsid w:val="00C43F64"/>
    <w:rsid w:val="00C448FB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6BB9"/>
    <w:rsid w:val="00C924EE"/>
    <w:rsid w:val="00CA4938"/>
    <w:rsid w:val="00CA5212"/>
    <w:rsid w:val="00CB18FC"/>
    <w:rsid w:val="00CC5023"/>
    <w:rsid w:val="00CD18B7"/>
    <w:rsid w:val="00CD64D5"/>
    <w:rsid w:val="00CD72E2"/>
    <w:rsid w:val="00D048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66D4"/>
    <w:rsid w:val="00DA303A"/>
    <w:rsid w:val="00DA3856"/>
    <w:rsid w:val="00DA720B"/>
    <w:rsid w:val="00DA75FB"/>
    <w:rsid w:val="00DB2EC4"/>
    <w:rsid w:val="00DB7485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135DD"/>
    <w:rsid w:val="00E21C62"/>
    <w:rsid w:val="00E41121"/>
    <w:rsid w:val="00E45212"/>
    <w:rsid w:val="00E46601"/>
    <w:rsid w:val="00E46DCF"/>
    <w:rsid w:val="00E513FD"/>
    <w:rsid w:val="00E704AF"/>
    <w:rsid w:val="00E83F59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EE6826"/>
    <w:rsid w:val="00F02514"/>
    <w:rsid w:val="00F15651"/>
    <w:rsid w:val="00F1584E"/>
    <w:rsid w:val="00F17DC2"/>
    <w:rsid w:val="00F31C70"/>
    <w:rsid w:val="00F35ACD"/>
    <w:rsid w:val="00F4079E"/>
    <w:rsid w:val="00F41F78"/>
    <w:rsid w:val="00F44520"/>
    <w:rsid w:val="00F508C4"/>
    <w:rsid w:val="00F51DCA"/>
    <w:rsid w:val="00F54B32"/>
    <w:rsid w:val="00F55AC0"/>
    <w:rsid w:val="00F6178F"/>
    <w:rsid w:val="00F63061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6E58"/>
    <w:rsid w:val="00FA70AE"/>
    <w:rsid w:val="00FA7207"/>
    <w:rsid w:val="00FB173A"/>
    <w:rsid w:val="00FB6CF8"/>
    <w:rsid w:val="00FB7AE3"/>
    <w:rsid w:val="00FD0393"/>
    <w:rsid w:val="00FD102D"/>
    <w:rsid w:val="00FD28C6"/>
    <w:rsid w:val="00FD5BEE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5E1E4"/>
  <w15:chartTrackingRefBased/>
  <w15:docId w15:val="{0CA15F6D-3DA0-4662-A1C2-6D4F81AA8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an.skyba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petr.slezak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52;imonDvo&#345;&#225;k\OneDrive%20-%20Contract%20Management\T&#253;mov&#253;%20web%20-%20Projekt\Vzory,%20manu&#225;l%20a%20smluvn&#237;%20pokuty\Vzory\P&#345;&#237;loha%20a)%20P&#345;edloha%20smlouvy%20o%20d&#237;lo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f501dd-6ef5-4f1b-8952-6e820fced33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1B67C0254B4AAA3DD64A6F8364F6" ma:contentTypeVersion="10" ma:contentTypeDescription="Vytvoří nový dokument" ma:contentTypeScope="" ma:versionID="241e70e91aceee07a818baafa6ecdb41">
  <xsd:schema xmlns:xsd="http://www.w3.org/2001/XMLSchema" xmlns:xs="http://www.w3.org/2001/XMLSchema" xmlns:p="http://schemas.microsoft.com/office/2006/metadata/properties" xmlns:ns2="7cf501dd-6ef5-4f1b-8952-6e820fced335" targetNamespace="http://schemas.microsoft.com/office/2006/metadata/properties" ma:root="true" ma:fieldsID="d3f6cf4fb079aae3ae69b9925fde6e8b" ns2:_="">
    <xsd:import namespace="7cf501dd-6ef5-4f1b-8952-6e820fced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501dd-6ef5-4f1b-8952-6e820fced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7AC470CF-15D9-4E42-A01C-3CF0487F9F38}"/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a) Předloha smlouvy o dílo.dotx</Template>
  <TotalTime>8</TotalTime>
  <Pages>4</Pages>
  <Words>708</Words>
  <Characters>4345</Characters>
  <Application>Microsoft Office Word</Application>
  <DocSecurity>0</DocSecurity>
  <Lines>122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5073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 Dvořák</dc:creator>
  <cp:keywords/>
  <dc:description/>
  <cp:lastModifiedBy>Synek Jiří</cp:lastModifiedBy>
  <cp:revision>8</cp:revision>
  <cp:lastPrinted>2019-03-08T21:33:00Z</cp:lastPrinted>
  <dcterms:created xsi:type="dcterms:W3CDTF">2026-02-10T14:08:00Z</dcterms:created>
  <dcterms:modified xsi:type="dcterms:W3CDTF">2026-02-15T10:42:00Z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0x010100DD9B1B67C0254B4AAA3DD64A6F8364F6</vt:lpwstr>
  </property>
  <property fmtid="{D5CDD505-2E9C-101B-9397-08002B2CF9AE}" pid="3" name="MediaServiceImageTags">
    <vt:lpwstr/>
  </property>
</Properties>
</file>